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25" w:rsidRDefault="005F29B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1CDA07" wp14:editId="29E52426">
                <wp:simplePos x="0" y="0"/>
                <wp:positionH relativeFrom="column">
                  <wp:posOffset>-177800</wp:posOffset>
                </wp:positionH>
                <wp:positionV relativeFrom="paragraph">
                  <wp:posOffset>6174740</wp:posOffset>
                </wp:positionV>
                <wp:extent cx="3771900" cy="1371600"/>
                <wp:effectExtent l="0" t="0" r="0" b="0"/>
                <wp:wrapTight wrapText="bothSides">
                  <wp:wrapPolygon edited="0">
                    <wp:start x="145" y="400"/>
                    <wp:lineTo x="145" y="20800"/>
                    <wp:lineTo x="21236" y="20800"/>
                    <wp:lineTo x="21236" y="400"/>
                    <wp:lineTo x="145" y="400"/>
                  </wp:wrapPolygon>
                </wp:wrapTight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BD5" w:rsidRDefault="007C2B05" w:rsidP="00B371FB">
                            <w:pPr>
                              <w:jc w:val="center"/>
                            </w:pPr>
                            <w:r w:rsidRPr="00B371FB">
                              <w:rPr>
                                <w:noProof/>
                              </w:rPr>
                              <w:drawing>
                                <wp:inline distT="0" distB="0" distL="0" distR="0" wp14:anchorId="2D63F4ED" wp14:editId="6EB7F978">
                                  <wp:extent cx="2072640" cy="1167384"/>
                                  <wp:effectExtent l="0" t="0" r="0" b="0"/>
                                  <wp:docPr id="4" name="Picture 2" descr="YourLogoHer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ourLogoHere.pn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2640" cy="1167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13.95pt;margin-top:486.2pt;width:297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" filled="f" stroked="f">
                <v:textbox inset=",7.2pt,,7.2pt">
                  <w:txbxContent>
                    <w:p w:rsidR="00FD3BD5" w:rsidRDefault="007C2B05" w:rsidP="00B371FB">
                      <w:pPr>
                        <w:jc w:val="center"/>
                      </w:pPr>
                      <w:r w:rsidRPr="00B371FB">
                        <w:rPr>
                          <w:noProof/>
                        </w:rPr>
                        <w:drawing>
                          <wp:inline distT="0" distB="0" distL="0" distR="0" wp14:anchorId="2D63F4ED" wp14:editId="6EB7F978">
                            <wp:extent cx="2072640" cy="1167384"/>
                            <wp:effectExtent l="0" t="0" r="0" b="0"/>
                            <wp:docPr id="4" name="Picture 2" descr="YourLogoHer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ourLogoHere.pn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2640" cy="11673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A884F8" wp14:editId="1A01FCA8">
                <wp:simplePos x="0" y="0"/>
                <wp:positionH relativeFrom="column">
                  <wp:posOffset>-291465</wp:posOffset>
                </wp:positionH>
                <wp:positionV relativeFrom="paragraph">
                  <wp:posOffset>1488440</wp:posOffset>
                </wp:positionV>
                <wp:extent cx="4000500" cy="1943100"/>
                <wp:effectExtent l="0" t="0" r="0" b="0"/>
                <wp:wrapTight wrapText="bothSides">
                  <wp:wrapPolygon edited="0">
                    <wp:start x="137" y="282"/>
                    <wp:lineTo x="137" y="20894"/>
                    <wp:lineTo x="21257" y="20894"/>
                    <wp:lineTo x="21257" y="282"/>
                    <wp:lineTo x="137" y="2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BD5" w:rsidRDefault="007C2B05" w:rsidP="00C36A95">
                            <w:pPr>
                              <w:spacing w:after="120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B371FB">
                              <w:rPr>
                                <w:color w:val="FFFFFF" w:themeColor="background1"/>
                                <w:sz w:val="28"/>
                              </w:rPr>
                              <w:t>Idaho</w:t>
                            </w:r>
                            <w:r w:rsidRPr="00B371FB">
                              <w:rPr>
                                <w:color w:val="FFFFFF" w:themeColor="background1"/>
                                <w:sz w:val="28"/>
                                <w:vertAlign w:val="superscript"/>
                              </w:rPr>
                              <w:t>®</w:t>
                            </w:r>
                            <w:r w:rsidRPr="00B371FB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potatoes are an economical and </w:t>
                            </w:r>
                            <w:r w:rsidRPr="00B371FB">
                              <w:rPr>
                                <w:color w:val="FFFFFF" w:themeColor="background1"/>
                                <w:sz w:val="28"/>
                              </w:rPr>
                              <w:t>delicious way to add big nutrition to your menu!</w:t>
                            </w:r>
                          </w:p>
                          <w:p w:rsidR="00FD3BD5" w:rsidRDefault="007C2B05" w:rsidP="00C36A95">
                            <w:pPr>
                              <w:spacing w:after="120"/>
                              <w:jc w:val="center"/>
                              <w:rPr>
                                <w:caps/>
                                <w:color w:val="FFFFFF" w:themeColor="background1"/>
                                <w:sz w:val="36"/>
                              </w:rPr>
                            </w:pPr>
                            <w:r w:rsidRPr="00537D9F">
                              <w:rPr>
                                <w:color w:val="FFFFFF" w:themeColor="background1"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537D9F">
                              <w:rPr>
                                <w:color w:val="FFFFFF" w:themeColor="background1"/>
                                <w:sz w:val="28"/>
                              </w:rPr>
                              <w:t xml:space="preserve">with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all </w:t>
                            </w:r>
                            <w:r w:rsidRPr="00537D9F">
                              <w:rPr>
                                <w:color w:val="FFFFFF" w:themeColor="background1"/>
                                <w:sz w:val="28"/>
                              </w:rPr>
                              <w:t xml:space="preserve">the choices below, 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br/>
                            </w:r>
                            <w:r w:rsidRPr="00537D9F">
                              <w:rPr>
                                <w:color w:val="FFFFFF" w:themeColor="background1"/>
                                <w:sz w:val="28"/>
                              </w:rPr>
                              <w:t>you’re sure to find</w:t>
                            </w:r>
                            <w:r w:rsidRPr="00537D9F">
                              <w:rPr>
                                <w:color w:val="FFFFFF" w:themeColor="background1"/>
                                <w:sz w:val="28"/>
                              </w:rPr>
                              <w:br/>
                            </w:r>
                            <w:r w:rsidRPr="00537D9F">
                              <w:rPr>
                                <w:caps/>
                                <w:color w:val="FFFFFF" w:themeColor="background1"/>
                                <w:sz w:val="36"/>
                              </w:rPr>
                              <w:t>The Right Size for the Job!</w:t>
                            </w:r>
                          </w:p>
                          <w:p w:rsidR="00FD3BD5" w:rsidRPr="00537D9F" w:rsidRDefault="007C2B05" w:rsidP="00C36A95">
                            <w:pPr>
                              <w:spacing w:after="120"/>
                              <w:jc w:val="center"/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537D9F"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>________________________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>_______________</w:t>
                            </w:r>
                            <w:r w:rsidRPr="00537D9F"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2.9pt;margin-top:117.2pt;width:315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" filled="f" stroked="f">
                <v:textbox inset=",7.2pt,,7.2pt">
                  <w:txbxContent>
                    <w:p w:rsidR="00FD3BD5" w:rsidRDefault="007C2B05" w:rsidP="00C36A95">
                      <w:pPr>
                        <w:spacing w:after="120"/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 w:rsidRPr="00B371FB">
                        <w:rPr>
                          <w:color w:val="FFFFFF" w:themeColor="background1"/>
                          <w:sz w:val="28"/>
                        </w:rPr>
                        <w:t>Idaho</w:t>
                      </w:r>
                      <w:r w:rsidRPr="00B371FB">
                        <w:rPr>
                          <w:color w:val="FFFFFF" w:themeColor="background1"/>
                          <w:sz w:val="28"/>
                          <w:vertAlign w:val="superscript"/>
                        </w:rPr>
                        <w:t>®</w:t>
                      </w:r>
                      <w:r w:rsidRPr="00B371FB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potatoes are an economical and </w:t>
                      </w:r>
                      <w:r w:rsidRPr="00B371FB">
                        <w:rPr>
                          <w:color w:val="FFFFFF" w:themeColor="background1"/>
                          <w:sz w:val="28"/>
                        </w:rPr>
                        <w:t>delicious way to add big nutrition to your menu!</w:t>
                      </w:r>
                    </w:p>
                    <w:p w:rsidR="00FD3BD5" w:rsidRDefault="007C2B05" w:rsidP="00C36A95">
                      <w:pPr>
                        <w:spacing w:after="120"/>
                        <w:jc w:val="center"/>
                        <w:rPr>
                          <w:caps/>
                          <w:color w:val="FFFFFF" w:themeColor="background1"/>
                          <w:sz w:val="36"/>
                        </w:rPr>
                      </w:pPr>
                      <w:r w:rsidRPr="00537D9F">
                        <w:rPr>
                          <w:color w:val="FFFFFF" w:themeColor="background1"/>
                          <w:sz w:val="28"/>
                        </w:rPr>
                        <w:t>And</w:t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537D9F">
                        <w:rPr>
                          <w:color w:val="FFFFFF" w:themeColor="background1"/>
                          <w:sz w:val="28"/>
                        </w:rPr>
                        <w:t xml:space="preserve">with </w:t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all </w:t>
                      </w:r>
                      <w:r w:rsidRPr="00537D9F">
                        <w:rPr>
                          <w:color w:val="FFFFFF" w:themeColor="background1"/>
                          <w:sz w:val="28"/>
                        </w:rPr>
                        <w:t xml:space="preserve">the choices below, </w:t>
                      </w:r>
                      <w:r>
                        <w:rPr>
                          <w:color w:val="FFFFFF" w:themeColor="background1"/>
                          <w:sz w:val="28"/>
                        </w:rPr>
                        <w:br/>
                      </w:r>
                      <w:r w:rsidRPr="00537D9F">
                        <w:rPr>
                          <w:color w:val="FFFFFF" w:themeColor="background1"/>
                          <w:sz w:val="28"/>
                        </w:rPr>
                        <w:t>you’re sure to find</w:t>
                      </w:r>
                      <w:r w:rsidRPr="00537D9F">
                        <w:rPr>
                          <w:color w:val="FFFFFF" w:themeColor="background1"/>
                          <w:sz w:val="28"/>
                        </w:rPr>
                        <w:br/>
                      </w:r>
                      <w:r w:rsidRPr="00537D9F">
                        <w:rPr>
                          <w:caps/>
                          <w:color w:val="FFFFFF" w:themeColor="background1"/>
                          <w:sz w:val="36"/>
                        </w:rPr>
                        <w:t>The Right Size for the Job!</w:t>
                      </w:r>
                    </w:p>
                    <w:p w:rsidR="00FD3BD5" w:rsidRPr="00537D9F" w:rsidRDefault="007C2B05" w:rsidP="00C36A95">
                      <w:pPr>
                        <w:spacing w:after="120"/>
                        <w:jc w:val="center"/>
                        <w:rPr>
                          <w:caps/>
                          <w:color w:val="FFFFFF" w:themeColor="background1"/>
                          <w:sz w:val="24"/>
                        </w:rPr>
                      </w:pPr>
                      <w:r w:rsidRPr="00537D9F">
                        <w:rPr>
                          <w:caps/>
                          <w:color w:val="FFFFFF" w:themeColor="background1"/>
                          <w:sz w:val="24"/>
                        </w:rPr>
                        <w:t>________________________</w:t>
                      </w:r>
                      <w:r>
                        <w:rPr>
                          <w:caps/>
                          <w:color w:val="FFFFFF" w:themeColor="background1"/>
                          <w:sz w:val="24"/>
                        </w:rPr>
                        <w:t>_______________</w:t>
                      </w:r>
                      <w:r w:rsidRPr="00537D9F">
                        <w:rPr>
                          <w:caps/>
                          <w:color w:val="FFFFFF" w:themeColor="background1"/>
                          <w:sz w:val="24"/>
                        </w:rPr>
                        <w:t>______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67559" wp14:editId="7F10B9A2">
                <wp:simplePos x="0" y="0"/>
                <wp:positionH relativeFrom="column">
                  <wp:posOffset>-291465</wp:posOffset>
                </wp:positionH>
                <wp:positionV relativeFrom="paragraph">
                  <wp:posOffset>2974340</wp:posOffset>
                </wp:positionV>
                <wp:extent cx="4000500" cy="4000500"/>
                <wp:effectExtent l="0" t="0" r="0" b="0"/>
                <wp:wrapTight wrapText="bothSides">
                  <wp:wrapPolygon edited="0">
                    <wp:start x="137" y="137"/>
                    <wp:lineTo x="137" y="21257"/>
                    <wp:lineTo x="21257" y="21257"/>
                    <wp:lineTo x="21257" y="137"/>
                    <wp:lineTo x="137" y="137"/>
                  </wp:wrapPolygon>
                </wp:wrapTight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351"/>
                              <w:gridCol w:w="3111"/>
                              <w:gridCol w:w="1694"/>
                            </w:tblGrid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B75B0D"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170044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B75B0D"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B75B0D"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40ct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B75B0D"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170045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B75B0D"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B75B0D"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50ct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170046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60ct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170047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70ct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CB127A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170048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80ct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CB127A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170049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90ct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CB127A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170050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100ct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CB127A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170052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120ct IDA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170107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2 IDA 10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170110</w:t>
                                  </w: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Potato Russet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7C2B05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  <w:t>26oz utl</w:t>
                                  </w: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150E10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150E10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150E10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D3BD5" w:rsidRPr="00B75B0D">
                              <w:trPr>
                                <w:jc w:val="center"/>
                              </w:trPr>
                              <w:tc>
                                <w:tcPr>
                                  <w:tcW w:w="1222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150E10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1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150E10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4" w:type="dxa"/>
                                  <w:tcMar>
                                    <w:top w:w="72" w:type="dxa"/>
                                    <w:left w:w="115" w:type="dxa"/>
                                    <w:bottom w:w="72" w:type="dxa"/>
                                    <w:right w:w="115" w:type="dxa"/>
                                  </w:tcMar>
                                </w:tcPr>
                                <w:p w:rsidR="00FD3BD5" w:rsidRPr="00B75B0D" w:rsidRDefault="00150E10" w:rsidP="00B75B0D">
                                  <w:pPr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3BD5" w:rsidRPr="00B75B0D" w:rsidRDefault="00150E10" w:rsidP="00B75B0D">
                            <w:pPr>
                              <w:spacing w:after="240"/>
                              <w:jc w:val="center"/>
                              <w:rPr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2.9pt;margin-top:234.2pt;width:315pt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" filled="f" stroked="f">
                <v:textbox inset=",7.2pt,,7.2pt"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351"/>
                        <w:gridCol w:w="3111"/>
                        <w:gridCol w:w="1694"/>
                      </w:tblGrid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 w:rsidRPr="00B75B0D"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170044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 w:rsidRPr="00B75B0D"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 w:rsidRPr="00B75B0D"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40ct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 w:rsidRPr="00B75B0D"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170045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 w:rsidRPr="00B75B0D"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 w:rsidRPr="00B75B0D"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50ct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170046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60ct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170047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70ct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CB127A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170048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80ct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CB127A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170049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90ct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CB127A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170050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100ct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CB127A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170052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120ct IDA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170107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2 IDA 10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170110</w:t>
                            </w: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Potato Russet</w:t>
                            </w: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7C2B05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  <w:t>26oz utl</w:t>
                            </w: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150E10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150E10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150E10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</w:p>
                        </w:tc>
                      </w:tr>
                      <w:tr w:rsidR="00FD3BD5" w:rsidRPr="00B75B0D">
                        <w:trPr>
                          <w:jc w:val="center"/>
                        </w:trPr>
                        <w:tc>
                          <w:tcPr>
                            <w:tcW w:w="1222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150E10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11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150E10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694" w:type="dxa"/>
                            <w:tcMar>
                              <w:top w:w="72" w:type="dxa"/>
                              <w:left w:w="115" w:type="dxa"/>
                              <w:bottom w:w="72" w:type="dxa"/>
                              <w:right w:w="115" w:type="dxa"/>
                            </w:tcMar>
                          </w:tcPr>
                          <w:p w:rsidR="00FD3BD5" w:rsidRPr="00B75B0D" w:rsidRDefault="00150E10" w:rsidP="00B75B0D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FD3BD5" w:rsidRPr="00B75B0D" w:rsidRDefault="00150E10" w:rsidP="00B75B0D">
                      <w:pPr>
                        <w:spacing w:after="240"/>
                        <w:jc w:val="center"/>
                        <w:rPr>
                          <w:caps/>
                          <w:color w:val="FFFFFF" w:themeColor="background1"/>
                          <w:sz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3396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E880B" wp14:editId="25A5E224">
                <wp:simplePos x="0" y="0"/>
                <wp:positionH relativeFrom="column">
                  <wp:posOffset>-253365</wp:posOffset>
                </wp:positionH>
                <wp:positionV relativeFrom="paragraph">
                  <wp:posOffset>7495540</wp:posOffset>
                </wp:positionV>
                <wp:extent cx="4000500" cy="10795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BD5" w:rsidRDefault="007C2B05" w:rsidP="00404E70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404E70">
                              <w:rPr>
                                <w:color w:val="FFFFFF" w:themeColor="background1"/>
                                <w:sz w:val="24"/>
                              </w:rPr>
                              <w:t>For more information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or to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br/>
                              <w:t>order, please contact:</w:t>
                            </w:r>
                          </w:p>
                          <w:p w:rsidR="00FD3BD5" w:rsidRPr="00404E70" w:rsidRDefault="007C2B05" w:rsidP="00404E70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Company Name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br/>
                              <w:t>Representative’s Name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br/>
                              <w:t xml:space="preserve">phone 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•  website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19.9pt;margin-top:590.2pt;width:315pt;height: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" filled="f" stroked="f">
                <v:textbox inset=",7.2pt,,7.2pt">
                  <w:txbxContent>
                    <w:p w:rsidR="00FD3BD5" w:rsidRDefault="007C2B05" w:rsidP="00404E70">
                      <w:pPr>
                        <w:jc w:val="center"/>
                        <w:rPr>
                          <w:color w:val="FFFFFF" w:themeColor="background1"/>
                          <w:sz w:val="24"/>
                        </w:rPr>
                      </w:pPr>
                      <w:r w:rsidRPr="00404E70">
                        <w:rPr>
                          <w:color w:val="FFFFFF" w:themeColor="background1"/>
                          <w:sz w:val="24"/>
                        </w:rPr>
                        <w:t>For more information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or to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br/>
                        <w:t>order, please contact:</w:t>
                      </w:r>
                    </w:p>
                    <w:p w:rsidR="00FD3BD5" w:rsidRPr="00404E70" w:rsidRDefault="007C2B05" w:rsidP="00404E70">
                      <w:pPr>
                        <w:jc w:val="center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Company Name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br/>
                        <w:t>Representative’s Name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br/>
                        <w:t xml:space="preserve">phone  </w:t>
                      </w:r>
                      <w:proofErr w:type="gramStart"/>
                      <w:r>
                        <w:rPr>
                          <w:color w:val="FFFFFF" w:themeColor="background1"/>
                          <w:sz w:val="24"/>
                        </w:rPr>
                        <w:t>•  website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702525" w:rsidSect="00702525">
      <w:headerReference w:type="default" r:id="rId8"/>
      <w:pgSz w:w="12240" w:h="15840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E10" w:rsidRDefault="00150E10">
      <w:r>
        <w:separator/>
      </w:r>
    </w:p>
  </w:endnote>
  <w:endnote w:type="continuationSeparator" w:id="0">
    <w:p w:rsidR="00150E10" w:rsidRDefault="0015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E10" w:rsidRDefault="00150E10">
      <w:r>
        <w:separator/>
      </w:r>
    </w:p>
  </w:footnote>
  <w:footnote w:type="continuationSeparator" w:id="0">
    <w:p w:rsidR="00150E10" w:rsidRDefault="00150E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D5" w:rsidRDefault="0093396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19955E" wp14:editId="6D840AB1">
              <wp:simplePos x="0" y="0"/>
              <wp:positionH relativeFrom="column">
                <wp:posOffset>-1015365</wp:posOffset>
              </wp:positionH>
              <wp:positionV relativeFrom="paragraph">
                <wp:posOffset>-543560</wp:posOffset>
              </wp:positionV>
              <wp:extent cx="7772400" cy="10058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1005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67FB" w:rsidRDefault="00150E1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775516" cy="10060940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PC Template-HarvestTime-Blue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75516" cy="1006094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-79.9pt;margin-top:-42.75pt;width:612pt;height:1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" filled="f" stroked="f">
              <v:textbox inset=",7.2pt,,7.2pt">
                <w:txbxContent>
                  <w:p w:rsidR="005367FB" w:rsidRDefault="00150E10">
                    <w:r>
                      <w:rPr>
                        <w:noProof/>
                      </w:rPr>
                      <w:drawing>
                        <wp:inline distT="0" distB="0" distL="0" distR="0">
                          <wp:extent cx="7775516" cy="10060940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PC Template-HarvestTime-Blue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75516" cy="100609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10"/>
    <w:rsid w:val="00150E10"/>
    <w:rsid w:val="00395942"/>
    <w:rsid w:val="005F29BC"/>
    <w:rsid w:val="007C2B05"/>
    <w:rsid w:val="008D2CED"/>
    <w:rsid w:val="00933964"/>
    <w:rsid w:val="00F77A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61C5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BE1"/>
    <w:rPr>
      <w:rFonts w:ascii="Arial" w:hAnsi="Arial"/>
      <w:kern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D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D9F"/>
    <w:rPr>
      <w:rFonts w:ascii="Arial" w:hAnsi="Arial"/>
      <w:kern w:val="16"/>
    </w:rPr>
  </w:style>
  <w:style w:type="paragraph" w:styleId="Footer">
    <w:name w:val="footer"/>
    <w:basedOn w:val="Normal"/>
    <w:link w:val="FooterChar"/>
    <w:uiPriority w:val="99"/>
    <w:unhideWhenUsed/>
    <w:rsid w:val="00537D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D9F"/>
    <w:rPr>
      <w:rFonts w:ascii="Arial" w:hAnsi="Arial"/>
      <w:kern w:val="16"/>
    </w:rPr>
  </w:style>
  <w:style w:type="table" w:styleId="TableGrid">
    <w:name w:val="Table Grid"/>
    <w:basedOn w:val="TableNormal"/>
    <w:uiPriority w:val="59"/>
    <w:rsid w:val="00B75B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BE1"/>
    <w:rPr>
      <w:rFonts w:ascii="Arial" w:hAnsi="Arial"/>
      <w:kern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D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D9F"/>
    <w:rPr>
      <w:rFonts w:ascii="Arial" w:hAnsi="Arial"/>
      <w:kern w:val="16"/>
    </w:rPr>
  </w:style>
  <w:style w:type="paragraph" w:styleId="Footer">
    <w:name w:val="footer"/>
    <w:basedOn w:val="Normal"/>
    <w:link w:val="FooterChar"/>
    <w:uiPriority w:val="99"/>
    <w:unhideWhenUsed/>
    <w:rsid w:val="00537D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D9F"/>
    <w:rPr>
      <w:rFonts w:ascii="Arial" w:hAnsi="Arial"/>
      <w:kern w:val="16"/>
    </w:rPr>
  </w:style>
  <w:style w:type="table" w:styleId="TableGrid">
    <w:name w:val="Table Grid"/>
    <w:basedOn w:val="TableNormal"/>
    <w:uiPriority w:val="59"/>
    <w:rsid w:val="00B75B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Job%20Files%20folder:Idaho%20Potato%20Commision%20(IP):IP7806-16%20Harvest-Themed%20Broker%20Sheet:Final%20Art:16-0815%20Microsoft%20Word%20Templates:16-0815%20IPC%20Template-Harvest-Blu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16-0815 IPC Template-Harvest-Blue.dotx</Template>
  <TotalTime>4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</dc:creator>
  <cp:keywords/>
  <cp:lastModifiedBy>Marie</cp:lastModifiedBy>
  <cp:revision>1</cp:revision>
  <cp:lastPrinted>2014-07-14T18:38:00Z</cp:lastPrinted>
  <dcterms:created xsi:type="dcterms:W3CDTF">2016-08-16T17:28:00Z</dcterms:created>
  <dcterms:modified xsi:type="dcterms:W3CDTF">2016-08-16T17:32:00Z</dcterms:modified>
</cp:coreProperties>
</file>